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AF0" w:rsidRDefault="00503AF0">
      <w:pPr>
        <w:spacing w:line="360" w:lineRule="auto"/>
        <w:jc w:val="center"/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503AF0" w:rsidRDefault="00503AF0">
      <w:pPr>
        <w:spacing w:line="360" w:lineRule="auto"/>
      </w:pPr>
      <w:r>
        <w:rPr>
          <w:sz w:val="28"/>
          <w:szCs w:val="28"/>
        </w:rPr>
        <w:t xml:space="preserve">                                                                                         Приложение № 3</w:t>
      </w:r>
    </w:p>
    <w:p w:rsidR="00503AF0" w:rsidRDefault="00503AF0">
      <w:pPr>
        <w:ind w:firstLine="4395"/>
        <w:jc w:val="center"/>
      </w:pPr>
      <w:r>
        <w:rPr>
          <w:sz w:val="28"/>
          <w:szCs w:val="28"/>
        </w:rPr>
        <w:t xml:space="preserve">          к Положению о порядке организации</w:t>
      </w:r>
    </w:p>
    <w:p w:rsidR="00503AF0" w:rsidRDefault="00503AF0">
      <w:pPr>
        <w:ind w:firstLine="4395"/>
        <w:jc w:val="center"/>
      </w:pPr>
      <w:r>
        <w:rPr>
          <w:sz w:val="28"/>
          <w:szCs w:val="28"/>
        </w:rPr>
        <w:t xml:space="preserve">           и проведения ежегодного городского</w:t>
      </w:r>
    </w:p>
    <w:p w:rsidR="00503AF0" w:rsidRDefault="00503AF0">
      <w:pPr>
        <w:ind w:firstLine="4395"/>
        <w:jc w:val="center"/>
      </w:pPr>
      <w:r>
        <w:rPr>
          <w:sz w:val="28"/>
          <w:szCs w:val="28"/>
        </w:rPr>
        <w:t xml:space="preserve">     смотра-конкурса на лучшую постановку</w:t>
      </w:r>
    </w:p>
    <w:p w:rsidR="00503AF0" w:rsidRDefault="00503AF0">
      <w:pPr>
        <w:ind w:firstLine="4395"/>
        <w:jc w:val="center"/>
      </w:pPr>
      <w:r>
        <w:rPr>
          <w:sz w:val="28"/>
          <w:szCs w:val="28"/>
        </w:rPr>
        <w:t xml:space="preserve">  работы по охране труда в 2015-2017 годах</w:t>
      </w:r>
    </w:p>
    <w:p w:rsidR="00503AF0" w:rsidRDefault="00503AF0" w:rsidP="00D26219">
      <w:pPr>
        <w:ind w:firstLine="3780"/>
        <w:jc w:val="right"/>
        <w:rPr>
          <w:sz w:val="28"/>
          <w:szCs w:val="28"/>
        </w:rPr>
      </w:pPr>
      <w:r>
        <w:rPr>
          <w:sz w:val="28"/>
          <w:szCs w:val="28"/>
        </w:rPr>
        <w:t>среди работодателей Дальнереченского городского округа, утвержденному</w:t>
      </w:r>
    </w:p>
    <w:p w:rsidR="00503AF0" w:rsidRDefault="00503AF0" w:rsidP="00D26219">
      <w:pPr>
        <w:ind w:firstLine="3780"/>
        <w:jc w:val="right"/>
      </w:pPr>
      <w:r>
        <w:rPr>
          <w:sz w:val="28"/>
          <w:szCs w:val="28"/>
        </w:rPr>
        <w:t xml:space="preserve"> постановлением администрации Дальнереченского городского округа </w:t>
      </w:r>
    </w:p>
    <w:p w:rsidR="00503AF0" w:rsidRDefault="00503AF0">
      <w:pPr>
        <w:spacing w:line="360" w:lineRule="auto"/>
      </w:pPr>
      <w:r>
        <w:rPr>
          <w:sz w:val="28"/>
          <w:szCs w:val="28"/>
        </w:rPr>
        <w:t xml:space="preserve">                                                                                            от 10.11.2014 года № 1490</w:t>
      </w:r>
    </w:p>
    <w:p w:rsidR="00503AF0" w:rsidRDefault="00503AF0">
      <w:pPr>
        <w:ind w:firstLine="540"/>
        <w:jc w:val="right"/>
      </w:pPr>
    </w:p>
    <w:p w:rsidR="00503AF0" w:rsidRDefault="00503AF0">
      <w:pPr>
        <w:ind w:firstLine="540"/>
        <w:jc w:val="right"/>
      </w:pPr>
      <w:r>
        <w:rPr>
          <w:sz w:val="28"/>
          <w:szCs w:val="28"/>
        </w:rPr>
        <w:t xml:space="preserve">    </w:t>
      </w:r>
    </w:p>
    <w:p w:rsidR="00503AF0" w:rsidRDefault="00503AF0">
      <w:pPr>
        <w:pStyle w:val="ConsPlusNonformat"/>
        <w:widowControl/>
        <w:spacing w:line="36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ЗАЯВКА </w:t>
      </w:r>
    </w:p>
    <w:p w:rsidR="00503AF0" w:rsidRDefault="00503AF0">
      <w:pPr>
        <w:pStyle w:val="ConsPlusNonformat"/>
        <w:widowControl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участие в ежегодном городском смотре-конкурсе </w:t>
      </w:r>
    </w:p>
    <w:p w:rsidR="00503AF0" w:rsidRDefault="00503AF0">
      <w:pPr>
        <w:pStyle w:val="ConsPlusNonformat"/>
        <w:widowControl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на лучшую постановку работы по охране труда в 2015-2017 годах</w:t>
      </w:r>
    </w:p>
    <w:p w:rsidR="00503AF0" w:rsidRDefault="00503AF0">
      <w:pPr>
        <w:jc w:val="center"/>
      </w:pPr>
      <w:r>
        <w:rPr>
          <w:b/>
          <w:bCs/>
          <w:sz w:val="28"/>
          <w:szCs w:val="28"/>
        </w:rPr>
        <w:t>среди работодателей на территории Дальнереченского городского округа</w:t>
      </w:r>
    </w:p>
    <w:p w:rsidR="00503AF0" w:rsidRDefault="00503AF0">
      <w:pPr>
        <w:pStyle w:val="ConsPlusNonformat"/>
        <w:widowControl/>
      </w:pPr>
    </w:p>
    <w:p w:rsidR="00503AF0" w:rsidRDefault="00503AF0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Просим зарегистрировать </w:t>
      </w:r>
    </w:p>
    <w:p w:rsidR="00503AF0" w:rsidRDefault="00503AF0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503AF0" w:rsidRDefault="00503AF0">
      <w:pPr>
        <w:pStyle w:val="ConsPlusNonformat"/>
        <w:widowControl/>
        <w:jc w:val="center"/>
      </w:pPr>
      <w:r>
        <w:rPr>
          <w:rFonts w:ascii="Times New Roman" w:hAnsi="Times New Roman" w:cs="Times New Roman"/>
          <w:sz w:val="28"/>
          <w:szCs w:val="28"/>
          <w:vertAlign w:val="superscript"/>
        </w:rPr>
        <w:t>(указывается полное наименование организации)</w:t>
      </w:r>
    </w:p>
    <w:p w:rsidR="00503AF0" w:rsidRDefault="00503AF0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расположенную</w:t>
      </w:r>
    </w:p>
    <w:p w:rsidR="00503AF0" w:rsidRDefault="00503AF0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03AF0" w:rsidRDefault="00503AF0">
      <w:pPr>
        <w:pStyle w:val="ConsPlusNonformat"/>
        <w:widowControl/>
        <w:jc w:val="center"/>
      </w:pPr>
      <w:r>
        <w:rPr>
          <w:rFonts w:ascii="Times New Roman" w:hAnsi="Times New Roman" w:cs="Times New Roman"/>
          <w:sz w:val="28"/>
          <w:szCs w:val="28"/>
          <w:vertAlign w:val="superscript"/>
        </w:rPr>
        <w:t>(фактический и юридический адрес организации,</w:t>
      </w:r>
    </w:p>
    <w:p w:rsidR="00503AF0" w:rsidRDefault="00503AF0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503AF0" w:rsidRDefault="00503AF0">
      <w:pPr>
        <w:pStyle w:val="ConsPlusNonformat"/>
        <w:widowControl/>
        <w:jc w:val="center"/>
      </w:pPr>
      <w:r>
        <w:rPr>
          <w:rFonts w:ascii="Times New Roman" w:hAnsi="Times New Roman" w:cs="Times New Roman"/>
          <w:sz w:val="28"/>
          <w:szCs w:val="28"/>
          <w:vertAlign w:val="superscript"/>
        </w:rPr>
        <w:t>отрасль, тел./факс)</w:t>
      </w:r>
    </w:p>
    <w:p w:rsidR="00503AF0" w:rsidRDefault="00503AF0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как участника ежегодного городского смотра-конкурса на лучшую постановку работы по охране труда в 2015-2017 годах в номинации</w:t>
      </w:r>
    </w:p>
    <w:p w:rsidR="00503AF0" w:rsidRDefault="00503AF0">
      <w:pPr>
        <w:pStyle w:val="ConsPlusNonformat"/>
        <w:widowControl/>
        <w:ind w:left="720" w:hanging="720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03AF0" w:rsidRDefault="00503AF0">
      <w:pPr>
        <w:pStyle w:val="BodyTextIndent"/>
        <w:ind w:left="0" w:firstLine="720"/>
      </w:pPr>
    </w:p>
    <w:p w:rsidR="00503AF0" w:rsidRDefault="00503AF0">
      <w:pPr>
        <w:pStyle w:val="BodyTextIndent"/>
        <w:spacing w:after="0"/>
        <w:ind w:left="0" w:firstLine="720"/>
        <w:jc w:val="both"/>
      </w:pPr>
      <w:r>
        <w:rPr>
          <w:sz w:val="28"/>
          <w:szCs w:val="28"/>
        </w:rPr>
        <w:t>Полноту и достоверность сведений, указанных в настоящей заявке            и прилагаемых к ней конкурсных документах, гарантируем.</w:t>
      </w:r>
    </w:p>
    <w:p w:rsidR="00503AF0" w:rsidRDefault="00503AF0">
      <w:pPr>
        <w:pStyle w:val="BodyTextIndent"/>
        <w:spacing w:after="0"/>
        <w:ind w:left="0" w:firstLine="720"/>
        <w:jc w:val="both"/>
      </w:pPr>
      <w:r>
        <w:rPr>
          <w:sz w:val="28"/>
          <w:szCs w:val="28"/>
        </w:rPr>
        <w:t>Уведомлены о том, что участники смотра-конкурса, представившие недостоверные данные, не могут быть допущены к участию в смотре-конкурсе.</w:t>
      </w:r>
    </w:p>
    <w:p w:rsidR="00503AF0" w:rsidRDefault="00503AF0">
      <w:pPr>
        <w:ind w:firstLine="720"/>
      </w:pPr>
      <w:r>
        <w:rPr>
          <w:sz w:val="28"/>
          <w:szCs w:val="28"/>
        </w:rPr>
        <w:t>К конкурсной заявке прилагаются:</w:t>
      </w:r>
    </w:p>
    <w:p w:rsidR="00503AF0" w:rsidRDefault="00503AF0">
      <w:pPr>
        <w:ind w:firstLine="720"/>
        <w:jc w:val="both"/>
      </w:pPr>
      <w:r>
        <w:rPr>
          <w:sz w:val="28"/>
          <w:szCs w:val="28"/>
        </w:rPr>
        <w:t>информационная карта организации, численность работников которой не превышает 50 человек,  или информационная карта организации, численность работников которой превышает 50 человек, в 1 экз.;</w:t>
      </w:r>
    </w:p>
    <w:p w:rsidR="00503AF0" w:rsidRDefault="00503AF0">
      <w:pPr>
        <w:ind w:firstLine="720"/>
        <w:jc w:val="both"/>
      </w:pPr>
      <w:r>
        <w:rPr>
          <w:sz w:val="28"/>
          <w:szCs w:val="28"/>
        </w:rPr>
        <w:t>приложения к информационной карте организации, численность работников которой не превышает 50 человек,  или информационной карте организации, численность работников которой превышает 50 человек, в 1 экз.</w:t>
      </w:r>
    </w:p>
    <w:p w:rsidR="00503AF0" w:rsidRDefault="00503AF0">
      <w:pPr>
        <w:pStyle w:val="ConsPlusNonformat"/>
        <w:widowControl/>
        <w:ind w:firstLine="720"/>
      </w:pPr>
    </w:p>
    <w:p w:rsidR="00503AF0" w:rsidRDefault="00503AF0">
      <w:pPr>
        <w:pStyle w:val="ConsPlusNonformat"/>
        <w:widowControl/>
        <w:ind w:left="720" w:hanging="720"/>
      </w:pPr>
    </w:p>
    <w:p w:rsidR="00503AF0" w:rsidRDefault="00503AF0">
      <w:pPr>
        <w:pStyle w:val="ConsPlusNonformat"/>
        <w:widowControl/>
        <w:ind w:left="720" w:hanging="720"/>
      </w:pPr>
      <w:r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503AF0" w:rsidRDefault="00503AF0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03AF0" w:rsidRDefault="00503AF0">
      <w:pPr>
        <w:pStyle w:val="BodyText"/>
        <w:spacing w:after="0"/>
        <w:jc w:val="center"/>
      </w:pPr>
      <w:r>
        <w:rPr>
          <w:sz w:val="20"/>
          <w:szCs w:val="20"/>
        </w:rPr>
        <w:t>(Ф.И.О., подпись, дата)</w:t>
      </w:r>
    </w:p>
    <w:p w:rsidR="00503AF0" w:rsidRDefault="00503AF0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профсоюзного комитета (или </w:t>
      </w:r>
      <w:r>
        <w:rPr>
          <w:rFonts w:ascii="Times New Roman" w:hAnsi="Times New Roman" w:cs="Times New Roman"/>
          <w:color w:val="000000"/>
          <w:sz w:val="28"/>
          <w:szCs w:val="28"/>
        </w:rPr>
        <w:t>иного представительного органа работников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03AF0" w:rsidRDefault="00503AF0">
      <w:pPr>
        <w:jc w:val="center"/>
      </w:pPr>
      <w:r>
        <w:rPr>
          <w:sz w:val="28"/>
          <w:szCs w:val="28"/>
        </w:rPr>
        <w:t>____________________________________________________________________</w:t>
      </w:r>
    </w:p>
    <w:p w:rsidR="00503AF0" w:rsidRDefault="00503AF0">
      <w:pPr>
        <w:pStyle w:val="BodyText"/>
        <w:spacing w:after="0"/>
        <w:jc w:val="center"/>
      </w:pPr>
      <w:r>
        <w:rPr>
          <w:sz w:val="20"/>
          <w:szCs w:val="20"/>
        </w:rPr>
        <w:t>(Ф.И.О., подпись, дата)</w:t>
      </w:r>
    </w:p>
    <w:sectPr w:rsidR="00503AF0" w:rsidSect="005C2A35">
      <w:pgSz w:w="11906" w:h="16838"/>
      <w:pgMar w:top="99" w:right="851" w:bottom="96" w:left="1418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A35"/>
    <w:rsid w:val="000040BF"/>
    <w:rsid w:val="00215743"/>
    <w:rsid w:val="0044492F"/>
    <w:rsid w:val="00503AF0"/>
    <w:rsid w:val="005C2A35"/>
    <w:rsid w:val="00626F66"/>
    <w:rsid w:val="0069322D"/>
    <w:rsid w:val="00BC7A45"/>
    <w:rsid w:val="00D26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A35"/>
    <w:pPr>
      <w:suppressAutoHyphens/>
    </w:pPr>
    <w:rPr>
      <w:rFonts w:ascii="Times New Roman" w:hAnsi="Times New Roman"/>
      <w:color w:val="00000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5C2A35"/>
  </w:style>
  <w:style w:type="paragraph" w:customStyle="1" w:styleId="a">
    <w:name w:val="Заголовок"/>
    <w:basedOn w:val="Normal"/>
    <w:next w:val="BodyText"/>
    <w:uiPriority w:val="99"/>
    <w:rsid w:val="005C2A3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C2A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styleId="List">
    <w:name w:val="List"/>
    <w:basedOn w:val="BodyText"/>
    <w:uiPriority w:val="99"/>
    <w:rsid w:val="005C2A35"/>
  </w:style>
  <w:style w:type="paragraph" w:styleId="Title">
    <w:name w:val="Title"/>
    <w:basedOn w:val="Normal"/>
    <w:link w:val="TitleChar"/>
    <w:uiPriority w:val="99"/>
    <w:qFormat/>
    <w:rsid w:val="005C2A35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color w:val="00000A"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rsid w:val="0069322D"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5C2A35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5C2A3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ConsPlusNonformat">
    <w:name w:val="ConsPlusNonformat"/>
    <w:uiPriority w:val="99"/>
    <w:rsid w:val="005C2A35"/>
    <w:pPr>
      <w:widowControl w:val="0"/>
      <w:suppressAutoHyphens/>
    </w:pPr>
    <w:rPr>
      <w:rFonts w:ascii="Courier New" w:hAnsi="Courier New" w:cs="Courier New"/>
      <w:color w:val="00000A"/>
      <w:sz w:val="20"/>
      <w:szCs w:val="20"/>
    </w:rPr>
  </w:style>
  <w:style w:type="paragraph" w:styleId="Header">
    <w:name w:val="header"/>
    <w:basedOn w:val="Normal"/>
    <w:link w:val="HeaderChar"/>
    <w:uiPriority w:val="99"/>
    <w:rsid w:val="005C2A3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a0">
    <w:name w:val="Содержимое врезки"/>
    <w:basedOn w:val="BodyText"/>
    <w:uiPriority w:val="99"/>
    <w:rsid w:val="005C2A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350</Words>
  <Characters>1995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                                                                           Приложение № 3</dc:title>
  <dc:subject/>
  <dc:creator>APKUser</dc:creator>
  <cp:keywords/>
  <dc:description/>
  <cp:lastModifiedBy>adm57</cp:lastModifiedBy>
  <cp:revision>6</cp:revision>
  <cp:lastPrinted>2014-11-06T16:20:00Z</cp:lastPrinted>
  <dcterms:created xsi:type="dcterms:W3CDTF">2014-10-20T06:05:00Z</dcterms:created>
  <dcterms:modified xsi:type="dcterms:W3CDTF">2016-10-27T05:54:00Z</dcterms:modified>
</cp:coreProperties>
</file>